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C57E63">
            <w:pPr>
              <w:tabs>
                <w:tab w:val="left" w:pos="851"/>
              </w:tabs>
            </w:pPr>
            <w:r w:rsidRPr="009930FD">
              <w:t>From:</w:t>
            </w:r>
            <w:r w:rsidRPr="009930FD">
              <w:tab/>
            </w:r>
            <w:r w:rsidR="00C57E63">
              <w:t>ARM</w:t>
            </w:r>
            <w:r w:rsidR="009E3575">
              <w:t xml:space="preserve"> Committee</w:t>
            </w:r>
          </w:p>
        </w:tc>
        <w:tc>
          <w:tcPr>
            <w:tcW w:w="2977" w:type="dxa"/>
          </w:tcPr>
          <w:p w:rsidR="000348ED" w:rsidRPr="0089299F" w:rsidRDefault="00EC60F2" w:rsidP="007E231D">
            <w:pPr>
              <w:jc w:val="right"/>
            </w:pPr>
            <w:r>
              <w:t>ARM2</w:t>
            </w:r>
            <w:r w:rsidR="000378CA">
              <w:t>-11.1</w:t>
            </w:r>
            <w:r w:rsidR="000B6943">
              <w:t>.1</w:t>
            </w:r>
            <w:bookmarkStart w:id="0" w:name="_GoBack"/>
            <w:bookmarkEnd w:id="0"/>
            <w:r>
              <w:t xml:space="preserve"> </w:t>
            </w:r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C57E63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9E3575">
              <w:t xml:space="preserve">IALA </w:t>
            </w:r>
            <w:r w:rsidR="00C57E63">
              <w:t>Council</w:t>
            </w:r>
          </w:p>
        </w:tc>
        <w:tc>
          <w:tcPr>
            <w:tcW w:w="2977" w:type="dxa"/>
          </w:tcPr>
          <w:p w:rsidR="000348ED" w:rsidRPr="0089299F" w:rsidRDefault="0080772E" w:rsidP="0080772E">
            <w:pPr>
              <w:jc w:val="right"/>
            </w:pPr>
            <w:r>
              <w:t>29 May 2015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C57E63" w:rsidP="005D05AC">
      <w:pPr>
        <w:pStyle w:val="Title"/>
        <w:spacing w:after="120"/>
      </w:pPr>
      <w:r>
        <w:rPr>
          <w:color w:val="000000"/>
        </w:rPr>
        <w:t xml:space="preserve">Permission to hold meetings away from </w:t>
      </w:r>
      <w:r w:rsidR="007E231D">
        <w:rPr>
          <w:color w:val="000000"/>
        </w:rPr>
        <w:t xml:space="preserve">IALA </w:t>
      </w:r>
      <w:r>
        <w:rPr>
          <w:color w:val="000000"/>
        </w:rPr>
        <w:t>HQ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07CBA" w:rsidRDefault="009E3575" w:rsidP="00002906">
      <w:pPr>
        <w:pStyle w:val="BodyText"/>
      </w:pPr>
      <w:r>
        <w:t>The ARM C</w:t>
      </w:r>
      <w:r w:rsidR="00C57E63">
        <w:t>ommittee has received tentative invitations to hold meetings in the U</w:t>
      </w:r>
      <w:r>
        <w:t xml:space="preserve">nited </w:t>
      </w:r>
      <w:r w:rsidR="00C57E63">
        <w:t>S</w:t>
      </w:r>
      <w:r>
        <w:t>tates</w:t>
      </w:r>
      <w:r w:rsidR="00C57E63">
        <w:t xml:space="preserve"> </w:t>
      </w:r>
      <w:r w:rsidR="00555DCB">
        <w:t>and The Republic of Korea</w:t>
      </w:r>
      <w:r w:rsidR="00C57E63">
        <w:t>.</w:t>
      </w:r>
      <w:r w:rsidR="000A1494" w:rsidRPr="009930FD">
        <w:t xml:space="preserve">  </w:t>
      </w:r>
    </w:p>
    <w:p w:rsidR="00902AA4" w:rsidRDefault="003F4772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:rsidR="00555DCB" w:rsidRDefault="00555DCB" w:rsidP="00555DCB">
      <w:pPr>
        <w:rPr>
          <w:lang w:eastAsia="de-DE"/>
        </w:rPr>
      </w:pPr>
      <w:r>
        <w:rPr>
          <w:lang w:eastAsia="de-DE"/>
        </w:rPr>
        <w:t>Historically at least one meeting per four years has been held away from IALA HQ to broaden the committee attendance and in so doing raise the IALA profile.</w:t>
      </w:r>
    </w:p>
    <w:p w:rsidR="00555DCB" w:rsidRPr="00555DCB" w:rsidRDefault="00555DCB" w:rsidP="00555DCB">
      <w:pPr>
        <w:rPr>
          <w:lang w:eastAsia="de-DE"/>
        </w:rPr>
      </w:pPr>
    </w:p>
    <w:p w:rsidR="00555DCB" w:rsidRDefault="00C57E63" w:rsidP="00C57E63">
      <w:pPr>
        <w:rPr>
          <w:lang w:eastAsia="de-DE"/>
        </w:rPr>
      </w:pPr>
      <w:r>
        <w:rPr>
          <w:lang w:eastAsia="de-DE"/>
        </w:rPr>
        <w:t>Discussions had commenced with US</w:t>
      </w:r>
      <w:r w:rsidR="009E3575">
        <w:rPr>
          <w:lang w:eastAsia="de-DE"/>
        </w:rPr>
        <w:t xml:space="preserve"> </w:t>
      </w:r>
      <w:r>
        <w:rPr>
          <w:lang w:eastAsia="de-DE"/>
        </w:rPr>
        <w:t>C</w:t>
      </w:r>
      <w:r w:rsidR="009E3575">
        <w:rPr>
          <w:lang w:eastAsia="de-DE"/>
        </w:rPr>
        <w:t xml:space="preserve">oast </w:t>
      </w:r>
      <w:r>
        <w:rPr>
          <w:lang w:eastAsia="de-DE"/>
        </w:rPr>
        <w:t>G</w:t>
      </w:r>
      <w:r w:rsidR="009E3575">
        <w:rPr>
          <w:lang w:eastAsia="de-DE"/>
        </w:rPr>
        <w:t>uard</w:t>
      </w:r>
      <w:r>
        <w:rPr>
          <w:lang w:eastAsia="de-DE"/>
        </w:rPr>
        <w:t xml:space="preserve"> attendees on holding ARM6 in April</w:t>
      </w:r>
      <w:r w:rsidR="009E3575">
        <w:rPr>
          <w:lang w:eastAsia="de-DE"/>
        </w:rPr>
        <w:t xml:space="preserve"> / May</w:t>
      </w:r>
      <w:r>
        <w:rPr>
          <w:lang w:eastAsia="de-DE"/>
        </w:rPr>
        <w:t xml:space="preserve"> 2017 in the U</w:t>
      </w:r>
      <w:r w:rsidR="009E3575">
        <w:rPr>
          <w:lang w:eastAsia="de-DE"/>
        </w:rPr>
        <w:t xml:space="preserve">nited </w:t>
      </w:r>
      <w:r>
        <w:rPr>
          <w:lang w:eastAsia="de-DE"/>
        </w:rPr>
        <w:t>S</w:t>
      </w:r>
      <w:r w:rsidR="009E3575">
        <w:rPr>
          <w:lang w:eastAsia="de-DE"/>
        </w:rPr>
        <w:t>tates</w:t>
      </w:r>
      <w:r>
        <w:rPr>
          <w:lang w:eastAsia="de-DE"/>
        </w:rPr>
        <w:t xml:space="preserve">. </w:t>
      </w:r>
    </w:p>
    <w:p w:rsidR="00555DCB" w:rsidRDefault="00555DCB" w:rsidP="00C57E63">
      <w:pPr>
        <w:rPr>
          <w:lang w:eastAsia="de-DE"/>
        </w:rPr>
      </w:pPr>
    </w:p>
    <w:p w:rsidR="00C57E63" w:rsidRDefault="00555DCB" w:rsidP="00C57E63">
      <w:pPr>
        <w:rPr>
          <w:lang w:eastAsia="de-DE"/>
        </w:rPr>
      </w:pPr>
      <w:r>
        <w:rPr>
          <w:lang w:eastAsia="de-DE"/>
        </w:rPr>
        <w:t>More recently</w:t>
      </w:r>
      <w:r w:rsidR="00C57E63">
        <w:rPr>
          <w:lang w:eastAsia="de-DE"/>
        </w:rPr>
        <w:t xml:space="preserve"> </w:t>
      </w:r>
      <w:r w:rsidR="007E231D">
        <w:rPr>
          <w:lang w:eastAsia="de-DE"/>
        </w:rPr>
        <w:t xml:space="preserve">The Republic of </w:t>
      </w:r>
      <w:r w:rsidR="00C57E63">
        <w:rPr>
          <w:lang w:eastAsia="de-DE"/>
        </w:rPr>
        <w:t>Korea</w:t>
      </w:r>
      <w:r w:rsidR="0080772E">
        <w:rPr>
          <w:lang w:eastAsia="de-DE"/>
        </w:rPr>
        <w:t xml:space="preserve"> </w:t>
      </w:r>
      <w:r w:rsidR="00C57E63">
        <w:rPr>
          <w:lang w:eastAsia="de-DE"/>
        </w:rPr>
        <w:t xml:space="preserve">attendees have made a tentative offer to host a meeting in 2016. In addition the </w:t>
      </w:r>
      <w:r w:rsidR="009E3575">
        <w:rPr>
          <w:lang w:eastAsia="de-DE"/>
        </w:rPr>
        <w:t>ARM C</w:t>
      </w:r>
      <w:r w:rsidR="00C57E63">
        <w:rPr>
          <w:lang w:eastAsia="de-DE"/>
        </w:rPr>
        <w:t xml:space="preserve">ommittee has </w:t>
      </w:r>
      <w:r w:rsidR="009E3575">
        <w:rPr>
          <w:lang w:eastAsia="de-DE"/>
        </w:rPr>
        <w:t>to arrange a workshop on developments o</w:t>
      </w:r>
      <w:r w:rsidR="00C57E63">
        <w:rPr>
          <w:lang w:eastAsia="de-DE"/>
        </w:rPr>
        <w:t xml:space="preserve">n AIS in 2016. </w:t>
      </w:r>
    </w:p>
    <w:p w:rsidR="00555DCB" w:rsidRDefault="00C57E63" w:rsidP="00C57E63">
      <w:pPr>
        <w:rPr>
          <w:lang w:eastAsia="de-DE"/>
        </w:rPr>
      </w:pPr>
      <w:r>
        <w:rPr>
          <w:lang w:eastAsia="de-DE"/>
        </w:rPr>
        <w:t xml:space="preserve">It is suggested that the workshop </w:t>
      </w:r>
      <w:r w:rsidR="009E3575">
        <w:rPr>
          <w:lang w:eastAsia="de-DE"/>
        </w:rPr>
        <w:t>be</w:t>
      </w:r>
      <w:r>
        <w:rPr>
          <w:lang w:eastAsia="de-DE"/>
        </w:rPr>
        <w:t xml:space="preserve"> held in </w:t>
      </w:r>
      <w:r w:rsidR="009E3575">
        <w:rPr>
          <w:lang w:eastAsia="de-DE"/>
        </w:rPr>
        <w:t xml:space="preserve">the </w:t>
      </w:r>
      <w:r w:rsidR="007E231D">
        <w:rPr>
          <w:lang w:eastAsia="de-DE"/>
        </w:rPr>
        <w:t>week commencing 17</w:t>
      </w:r>
      <w:r w:rsidR="007E231D" w:rsidRPr="007E231D">
        <w:rPr>
          <w:vertAlign w:val="superscript"/>
          <w:lang w:eastAsia="de-DE"/>
        </w:rPr>
        <w:t>th</w:t>
      </w:r>
      <w:r w:rsidR="007E231D">
        <w:rPr>
          <w:lang w:eastAsia="de-DE"/>
        </w:rPr>
        <w:t xml:space="preserve"> </w:t>
      </w:r>
      <w:r>
        <w:rPr>
          <w:lang w:eastAsia="de-DE"/>
        </w:rPr>
        <w:t>October 2016</w:t>
      </w:r>
      <w:r w:rsidR="009E3575">
        <w:rPr>
          <w:lang w:eastAsia="de-DE"/>
        </w:rPr>
        <w:t>. The</w:t>
      </w:r>
      <w:r>
        <w:rPr>
          <w:lang w:eastAsia="de-DE"/>
        </w:rPr>
        <w:t xml:space="preserve"> ARM </w:t>
      </w:r>
      <w:r w:rsidR="009E3575">
        <w:rPr>
          <w:lang w:eastAsia="de-DE"/>
        </w:rPr>
        <w:t>Committee w</w:t>
      </w:r>
      <w:r w:rsidR="008A537A">
        <w:rPr>
          <w:lang w:eastAsia="de-DE"/>
        </w:rPr>
        <w:t>ould then</w:t>
      </w:r>
      <w:r w:rsidR="009E3575">
        <w:rPr>
          <w:lang w:eastAsia="de-DE"/>
        </w:rPr>
        <w:t xml:space="preserve"> meet </w:t>
      </w:r>
      <w:r>
        <w:rPr>
          <w:lang w:eastAsia="de-DE"/>
        </w:rPr>
        <w:t xml:space="preserve">immediately following </w:t>
      </w:r>
      <w:r w:rsidR="009E3575">
        <w:rPr>
          <w:lang w:eastAsia="de-DE"/>
        </w:rPr>
        <w:t>the workshop (</w:t>
      </w:r>
      <w:r>
        <w:rPr>
          <w:lang w:eastAsia="de-DE"/>
        </w:rPr>
        <w:t>one week later than currently planned</w:t>
      </w:r>
      <w:r w:rsidR="009E3575">
        <w:rPr>
          <w:lang w:eastAsia="de-DE"/>
        </w:rPr>
        <w:t>)</w:t>
      </w:r>
      <w:r>
        <w:rPr>
          <w:lang w:eastAsia="de-DE"/>
        </w:rPr>
        <w:t xml:space="preserve">. This would enable </w:t>
      </w:r>
      <w:r w:rsidR="008A537A">
        <w:rPr>
          <w:lang w:eastAsia="de-DE"/>
        </w:rPr>
        <w:t xml:space="preserve">both </w:t>
      </w:r>
      <w:r>
        <w:rPr>
          <w:lang w:eastAsia="de-DE"/>
        </w:rPr>
        <w:t xml:space="preserve">these events to be held in </w:t>
      </w:r>
      <w:r w:rsidR="000D73B6">
        <w:rPr>
          <w:lang w:eastAsia="de-DE"/>
        </w:rPr>
        <w:t xml:space="preserve">The Republic of </w:t>
      </w:r>
      <w:r>
        <w:rPr>
          <w:lang w:eastAsia="de-DE"/>
        </w:rPr>
        <w:t xml:space="preserve">Korea. </w:t>
      </w:r>
    </w:p>
    <w:p w:rsidR="00555DCB" w:rsidRDefault="00555DCB" w:rsidP="00C57E63">
      <w:pPr>
        <w:rPr>
          <w:lang w:eastAsia="de-DE"/>
        </w:rPr>
      </w:pPr>
    </w:p>
    <w:p w:rsidR="00C57E63" w:rsidRDefault="007E231D" w:rsidP="00C57E63">
      <w:pPr>
        <w:rPr>
          <w:lang w:eastAsia="de-DE"/>
        </w:rPr>
      </w:pPr>
      <w:r>
        <w:rPr>
          <w:lang w:eastAsia="de-DE"/>
        </w:rPr>
        <w:t>It is equally possible to undertake this at IALA HQ.</w:t>
      </w:r>
    </w:p>
    <w:p w:rsidR="007E231D" w:rsidRDefault="007E231D" w:rsidP="00C57E63">
      <w:pPr>
        <w:rPr>
          <w:lang w:eastAsia="de-DE"/>
        </w:rPr>
      </w:pPr>
    </w:p>
    <w:p w:rsidR="007E231D" w:rsidRDefault="007E231D" w:rsidP="00C57E63">
      <w:pPr>
        <w:rPr>
          <w:lang w:eastAsia="de-DE"/>
        </w:rPr>
      </w:pPr>
      <w:r>
        <w:rPr>
          <w:lang w:eastAsia="de-DE"/>
        </w:rPr>
        <w:t xml:space="preserve">It is considered that the </w:t>
      </w:r>
      <w:r w:rsidR="008A537A">
        <w:rPr>
          <w:lang w:eastAsia="de-DE"/>
        </w:rPr>
        <w:t>ARM C</w:t>
      </w:r>
      <w:r>
        <w:rPr>
          <w:lang w:eastAsia="de-DE"/>
        </w:rPr>
        <w:t>ommittee could conduct its work program successfully from these locations.</w:t>
      </w:r>
    </w:p>
    <w:p w:rsidR="007E231D" w:rsidRDefault="007E231D" w:rsidP="00C57E63">
      <w:pPr>
        <w:rPr>
          <w:lang w:eastAsia="de-DE"/>
        </w:rPr>
      </w:pP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667B44" w:rsidRDefault="007E231D" w:rsidP="00844FBB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Recognising that </w:t>
      </w:r>
      <w:r w:rsidR="00555DCB">
        <w:rPr>
          <w:lang w:val="en-GB"/>
        </w:rPr>
        <w:t xml:space="preserve">the Americas </w:t>
      </w:r>
      <w:proofErr w:type="gramStart"/>
      <w:r w:rsidR="00555DCB">
        <w:rPr>
          <w:lang w:val="en-GB"/>
        </w:rPr>
        <w:t>has</w:t>
      </w:r>
      <w:proofErr w:type="gramEnd"/>
      <w:r w:rsidR="00555DCB">
        <w:rPr>
          <w:lang w:val="en-GB"/>
        </w:rPr>
        <w:t xml:space="preserve"> not had significant IALA exposure of late and </w:t>
      </w:r>
      <w:r w:rsidR="008A537A">
        <w:rPr>
          <w:lang w:val="en-GB"/>
        </w:rPr>
        <w:t xml:space="preserve">the IALA </w:t>
      </w:r>
      <w:r>
        <w:rPr>
          <w:lang w:val="en-GB"/>
        </w:rPr>
        <w:t xml:space="preserve">Conference will be in The Republic of </w:t>
      </w:r>
      <w:r w:rsidR="00555DCB">
        <w:rPr>
          <w:lang w:val="en-GB"/>
        </w:rPr>
        <w:t xml:space="preserve">Korea in 2018, </w:t>
      </w:r>
      <w:r w:rsidR="0080772E">
        <w:rPr>
          <w:lang w:val="en-GB"/>
        </w:rPr>
        <w:t>C</w:t>
      </w:r>
      <w:r w:rsidR="00C57E63">
        <w:rPr>
          <w:lang w:val="en-GB"/>
        </w:rPr>
        <w:t>ouncil is requested to consider</w:t>
      </w:r>
      <w:r>
        <w:rPr>
          <w:lang w:val="en-GB"/>
        </w:rPr>
        <w:t xml:space="preserve"> in principle</w:t>
      </w:r>
      <w:r w:rsidR="00667B44">
        <w:rPr>
          <w:lang w:val="en-GB"/>
        </w:rPr>
        <w:t>:</w:t>
      </w:r>
    </w:p>
    <w:p w:rsidR="00A02A35" w:rsidRDefault="00C57E63" w:rsidP="00667B44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>ARM6 being held in the U</w:t>
      </w:r>
      <w:r w:rsidR="008A537A">
        <w:rPr>
          <w:lang w:val="en-GB"/>
        </w:rPr>
        <w:t xml:space="preserve">nited </w:t>
      </w:r>
      <w:r>
        <w:rPr>
          <w:lang w:val="en-GB"/>
        </w:rPr>
        <w:t>S</w:t>
      </w:r>
      <w:r w:rsidR="008A537A">
        <w:rPr>
          <w:lang w:val="en-GB"/>
        </w:rPr>
        <w:t>tates</w:t>
      </w:r>
      <w:r w:rsidR="007E231D">
        <w:rPr>
          <w:lang w:val="en-GB"/>
        </w:rPr>
        <w:t xml:space="preserve"> in April </w:t>
      </w:r>
      <w:r w:rsidR="008A537A">
        <w:rPr>
          <w:lang w:val="en-GB"/>
        </w:rPr>
        <w:t xml:space="preserve">/ May </w:t>
      </w:r>
      <w:r w:rsidR="007E231D">
        <w:rPr>
          <w:lang w:val="en-GB"/>
        </w:rPr>
        <w:t>2017</w:t>
      </w:r>
      <w:r w:rsidR="00A02A35">
        <w:rPr>
          <w:lang w:val="en-GB"/>
        </w:rPr>
        <w:t>;</w:t>
      </w:r>
    </w:p>
    <w:p w:rsidR="00844FBB" w:rsidRPr="00A02A35" w:rsidRDefault="00A02A35" w:rsidP="00A02A35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>A workshop and ARM5 being held in The Republic of Korea in October 2016</w:t>
      </w:r>
      <w:r w:rsidRPr="00A02A35">
        <w:rPr>
          <w:lang w:val="en-GB"/>
        </w:rPr>
        <w:t>.</w:t>
      </w:r>
    </w:p>
    <w:p w:rsidR="00555DCB" w:rsidRDefault="00555DCB" w:rsidP="00A02A35">
      <w:pPr>
        <w:pStyle w:val="List1"/>
        <w:numPr>
          <w:ilvl w:val="0"/>
          <w:numId w:val="0"/>
        </w:numPr>
        <w:ind w:left="720"/>
        <w:rPr>
          <w:lang w:val="en-GB"/>
        </w:rPr>
      </w:pPr>
    </w:p>
    <w:p w:rsidR="00555DCB" w:rsidRDefault="00555DCB" w:rsidP="00555DCB">
      <w:pPr>
        <w:pStyle w:val="List1"/>
        <w:numPr>
          <w:ilvl w:val="0"/>
          <w:numId w:val="0"/>
        </w:numPr>
        <w:ind w:left="720"/>
        <w:rPr>
          <w:lang w:val="en-GB"/>
        </w:rPr>
      </w:pPr>
    </w:p>
    <w:sectPr w:rsidR="00555DCB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3EA" w:rsidRDefault="001033EA" w:rsidP="00002906">
      <w:r>
        <w:separator/>
      </w:r>
    </w:p>
  </w:endnote>
  <w:endnote w:type="continuationSeparator" w:id="0">
    <w:p w:rsidR="001033EA" w:rsidRDefault="001033E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3EA" w:rsidRDefault="001033EA" w:rsidP="00002906">
      <w:r>
        <w:separator/>
      </w:r>
    </w:p>
  </w:footnote>
  <w:footnote w:type="continuationSeparator" w:id="0">
    <w:p w:rsidR="001033EA" w:rsidRDefault="001033E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01245DA"/>
    <w:multiLevelType w:val="hybridMultilevel"/>
    <w:tmpl w:val="F71481D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E8B4A0D"/>
    <w:multiLevelType w:val="hybridMultilevel"/>
    <w:tmpl w:val="05DC2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4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502"/>
    <w:rsid w:val="00002906"/>
    <w:rsid w:val="00031A92"/>
    <w:rsid w:val="000348ED"/>
    <w:rsid w:val="00036801"/>
    <w:rsid w:val="000378CA"/>
    <w:rsid w:val="00050DA7"/>
    <w:rsid w:val="000A1494"/>
    <w:rsid w:val="000A5A01"/>
    <w:rsid w:val="000A7BD9"/>
    <w:rsid w:val="000B6943"/>
    <w:rsid w:val="000D73B6"/>
    <w:rsid w:val="000D7DED"/>
    <w:rsid w:val="001033EA"/>
    <w:rsid w:val="00115B78"/>
    <w:rsid w:val="00135447"/>
    <w:rsid w:val="00152273"/>
    <w:rsid w:val="001850AF"/>
    <w:rsid w:val="00193110"/>
    <w:rsid w:val="001A654A"/>
    <w:rsid w:val="001C74CF"/>
    <w:rsid w:val="002860E4"/>
    <w:rsid w:val="002A7B7A"/>
    <w:rsid w:val="002D4716"/>
    <w:rsid w:val="00324CB6"/>
    <w:rsid w:val="00325010"/>
    <w:rsid w:val="00364D93"/>
    <w:rsid w:val="003A7A5C"/>
    <w:rsid w:val="003D55DD"/>
    <w:rsid w:val="003E1831"/>
    <w:rsid w:val="003F4772"/>
    <w:rsid w:val="004200EA"/>
    <w:rsid w:val="00424954"/>
    <w:rsid w:val="004C1386"/>
    <w:rsid w:val="004C220D"/>
    <w:rsid w:val="00517B33"/>
    <w:rsid w:val="00555DCB"/>
    <w:rsid w:val="005621C7"/>
    <w:rsid w:val="00573DE2"/>
    <w:rsid w:val="00597314"/>
    <w:rsid w:val="005D05AC"/>
    <w:rsid w:val="005F6298"/>
    <w:rsid w:val="00630F7F"/>
    <w:rsid w:val="0064435F"/>
    <w:rsid w:val="00667B44"/>
    <w:rsid w:val="006D470F"/>
    <w:rsid w:val="00727E88"/>
    <w:rsid w:val="00775878"/>
    <w:rsid w:val="00784A5B"/>
    <w:rsid w:val="007E231D"/>
    <w:rsid w:val="0080092C"/>
    <w:rsid w:val="0080772E"/>
    <w:rsid w:val="00844FBB"/>
    <w:rsid w:val="00872453"/>
    <w:rsid w:val="00875502"/>
    <w:rsid w:val="0089299F"/>
    <w:rsid w:val="008A537A"/>
    <w:rsid w:val="008A792A"/>
    <w:rsid w:val="008B08F1"/>
    <w:rsid w:val="008B4D23"/>
    <w:rsid w:val="008B57A4"/>
    <w:rsid w:val="008F13DD"/>
    <w:rsid w:val="00902AA4"/>
    <w:rsid w:val="00957206"/>
    <w:rsid w:val="009671DC"/>
    <w:rsid w:val="009930FD"/>
    <w:rsid w:val="009E3575"/>
    <w:rsid w:val="009F3B6C"/>
    <w:rsid w:val="009F5C36"/>
    <w:rsid w:val="00A02A35"/>
    <w:rsid w:val="00A27F12"/>
    <w:rsid w:val="00A30579"/>
    <w:rsid w:val="00A5746E"/>
    <w:rsid w:val="00A71D65"/>
    <w:rsid w:val="00A76DC0"/>
    <w:rsid w:val="00AA76C0"/>
    <w:rsid w:val="00B077EC"/>
    <w:rsid w:val="00B07CBA"/>
    <w:rsid w:val="00B15B24"/>
    <w:rsid w:val="00B428DA"/>
    <w:rsid w:val="00B55DC8"/>
    <w:rsid w:val="00B8247E"/>
    <w:rsid w:val="00BE56DF"/>
    <w:rsid w:val="00C57939"/>
    <w:rsid w:val="00C57E63"/>
    <w:rsid w:val="00CA04AF"/>
    <w:rsid w:val="00CD03B1"/>
    <w:rsid w:val="00D57873"/>
    <w:rsid w:val="00DB10E8"/>
    <w:rsid w:val="00DD59F1"/>
    <w:rsid w:val="00DF1B1E"/>
    <w:rsid w:val="00E22434"/>
    <w:rsid w:val="00E37044"/>
    <w:rsid w:val="00E5733B"/>
    <w:rsid w:val="00E93C9B"/>
    <w:rsid w:val="00EC60F2"/>
    <w:rsid w:val="00EE3F2F"/>
    <w:rsid w:val="00F31464"/>
    <w:rsid w:val="00F5714D"/>
    <w:rsid w:val="00F61623"/>
    <w:rsid w:val="00F73F78"/>
    <w:rsid w:val="00FA5842"/>
    <w:rsid w:val="00FA6769"/>
    <w:rsid w:val="00FD03CA"/>
    <w:rsid w:val="00F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51343-E884-4672-B707-02FE6B35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32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9</cp:revision>
  <cp:lastPrinted>2006-10-19T11:49:00Z</cp:lastPrinted>
  <dcterms:created xsi:type="dcterms:W3CDTF">2015-05-27T07:44:00Z</dcterms:created>
  <dcterms:modified xsi:type="dcterms:W3CDTF">2015-05-28T18:38:00Z</dcterms:modified>
</cp:coreProperties>
</file>